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B54C9E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806440" cy="2049780"/>
                <wp:effectExtent l="0" t="0" r="2286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6440" cy="20497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57.2pt;height:16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" filled="f" strokecolor="#76923c [2406]" strokeweight="1pt"/>
            </w:pict>
          </mc:Fallback>
        </mc:AlternateContent>
      </w:r>
      <w:r w:rsidR="00B54C9E">
        <w:rPr>
          <w:rFonts w:ascii="Arial" w:hAnsi="Arial" w:cs="Arial"/>
          <w:b/>
          <w:color w:val="76923C" w:themeColor="accent3" w:themeShade="BF"/>
          <w:sz w:val="28"/>
          <w:szCs w:val="28"/>
        </w:rPr>
        <w:t>QUI SUIS- JE ?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AA6232" w:rsidRDefault="00B54C9E" w:rsidP="00AA623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"expressions </w:t>
      </w:r>
      <w:r w:rsidR="00AA6232">
        <w:rPr>
          <w:rFonts w:ascii="Arial" w:hAnsi="Arial" w:cs="Arial"/>
        </w:rPr>
        <w:t>albanais</w:t>
      </w:r>
      <w:r>
        <w:rPr>
          <w:rFonts w:ascii="Arial" w:hAnsi="Arial" w:cs="Arial"/>
        </w:rPr>
        <w:t>es</w:t>
      </w:r>
      <w:r w:rsidR="00AA6232">
        <w:rPr>
          <w:rFonts w:ascii="Arial" w:hAnsi="Arial" w:cs="Arial"/>
        </w:rPr>
        <w:t xml:space="preserve">" </w:t>
      </w:r>
    </w:p>
    <w:p w:rsidR="00706FF5" w:rsidRDefault="00706FF5" w:rsidP="00AA623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stylos </w:t>
      </w:r>
    </w:p>
    <w:p w:rsidR="00706FF5" w:rsidRDefault="00706FF5" w:rsidP="00AA623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post-it. </w:t>
      </w:r>
    </w:p>
    <w:p w:rsidR="00706FF5" w:rsidRDefault="00706FF5" w:rsidP="00AA623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706FF5" w:rsidRDefault="00706FF5" w:rsidP="00AA623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Default="004B29B8" w:rsidP="0074280B">
      <w:pPr>
        <w:ind w:left="720"/>
        <w:jc w:val="both"/>
        <w:rPr>
          <w:rFonts w:ascii="Arial" w:hAnsi="Arial" w:cs="Arial"/>
          <w:b/>
        </w:rPr>
      </w:pPr>
      <w:r w:rsidRPr="004B29B8">
        <w:rPr>
          <w:rFonts w:ascii="Arial" w:hAnsi="Arial" w:cs="Arial"/>
          <w:b/>
        </w:rPr>
        <w:t>Deviner et faire deviner les personnages, célébrités écrits sur des post-it collés sur les fronts des</w:t>
      </w:r>
      <w:r w:rsidR="00AA6232">
        <w:rPr>
          <w:rFonts w:ascii="Arial" w:hAnsi="Arial" w:cs="Arial"/>
          <w:b/>
        </w:rPr>
        <w:t xml:space="preserve"> élèves</w:t>
      </w:r>
      <w:r w:rsidRPr="004B29B8">
        <w:rPr>
          <w:rFonts w:ascii="Arial" w:hAnsi="Arial" w:cs="Arial"/>
          <w:b/>
        </w:rPr>
        <w:t xml:space="preserve"> en utilisant des expressions basiques </w:t>
      </w:r>
      <w:r w:rsidR="00B54C9E">
        <w:rPr>
          <w:rFonts w:ascii="Arial" w:hAnsi="Arial" w:cs="Arial"/>
          <w:b/>
        </w:rPr>
        <w:t>albanaises</w:t>
      </w:r>
      <w:r w:rsidRPr="004B29B8">
        <w:rPr>
          <w:rFonts w:ascii="Arial" w:hAnsi="Arial" w:cs="Arial"/>
          <w:b/>
        </w:rPr>
        <w:t xml:space="preserve">. </w:t>
      </w:r>
    </w:p>
    <w:p w:rsidR="0074280B" w:rsidRPr="00177EC9" w:rsidRDefault="0074280B" w:rsidP="0074280B">
      <w:pPr>
        <w:ind w:left="720"/>
        <w:jc w:val="both"/>
        <w:rPr>
          <w:rFonts w:ascii="Arial" w:hAnsi="Arial" w:cs="Arial"/>
          <w:b/>
          <w:color w:val="76923C" w:themeColor="accent3" w:themeShade="BF"/>
        </w:rPr>
      </w:pPr>
      <w:bookmarkStart w:id="0" w:name="_GoBack"/>
      <w:bookmarkEnd w:id="0"/>
    </w:p>
    <w:p w:rsidR="004B3F3D" w:rsidRPr="00177EC9" w:rsidRDefault="000E4464" w:rsidP="004B29B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4B29B8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4B29B8" w:rsidRPr="00380739" w:rsidRDefault="00AA6232" w:rsidP="0038073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Réunir les élèves</w:t>
      </w:r>
      <w:r w:rsidR="004B29B8" w:rsidRPr="004B29B8">
        <w:rPr>
          <w:rFonts w:ascii="Arial" w:hAnsi="Arial" w:cs="Arial"/>
          <w:b/>
        </w:rPr>
        <w:t xml:space="preserve"> autour d'une table puis répartir les stylos ainsi que les post-it.</w:t>
      </w:r>
      <w:r w:rsidR="00380739">
        <w:rPr>
          <w:rFonts w:ascii="Arial" w:hAnsi="Arial" w:cs="Arial"/>
          <w:b/>
        </w:rPr>
        <w:t xml:space="preserve"> </w:t>
      </w:r>
      <w:r w:rsidR="004B29B8" w:rsidRPr="00380739">
        <w:rPr>
          <w:rFonts w:ascii="Arial" w:hAnsi="Arial" w:cs="Arial"/>
          <w:b/>
        </w:rPr>
        <w:t>Mettre à disposition des</w:t>
      </w:r>
      <w:r w:rsidRPr="00380739">
        <w:rPr>
          <w:rFonts w:ascii="Arial" w:hAnsi="Arial" w:cs="Arial"/>
          <w:b/>
        </w:rPr>
        <w:t xml:space="preserve"> élèves</w:t>
      </w:r>
      <w:r w:rsidR="004B29B8" w:rsidRPr="00380739">
        <w:rPr>
          <w:rFonts w:ascii="Arial" w:hAnsi="Arial" w:cs="Arial"/>
          <w:b/>
        </w:rPr>
        <w:t xml:space="preserve"> la feuille des expressions basiques </w:t>
      </w:r>
      <w:r w:rsidR="00B54C9E" w:rsidRPr="00380739">
        <w:rPr>
          <w:rFonts w:ascii="Arial" w:hAnsi="Arial" w:cs="Arial"/>
          <w:b/>
        </w:rPr>
        <w:t>albanaises</w:t>
      </w:r>
      <w:r w:rsidR="004B29B8" w:rsidRPr="00380739">
        <w:rPr>
          <w:rFonts w:ascii="Arial" w:hAnsi="Arial" w:cs="Arial"/>
          <w:b/>
        </w:rPr>
        <w:t xml:space="preserve">. </w:t>
      </w:r>
      <w:r w:rsidR="00B54C9E" w:rsidRPr="00380739">
        <w:rPr>
          <w:rFonts w:ascii="Arial" w:hAnsi="Arial" w:cs="Arial"/>
          <w:b/>
        </w:rPr>
        <w:t>(voir PDF "expressions albanaises")</w:t>
      </w:r>
      <w:r w:rsidR="00B2504C">
        <w:rPr>
          <w:rFonts w:ascii="Arial" w:hAnsi="Arial" w:cs="Arial"/>
          <w:b/>
        </w:rPr>
        <w:t>.</w:t>
      </w:r>
    </w:p>
    <w:p w:rsidR="004B29B8" w:rsidRPr="004B29B8" w:rsidRDefault="004B29B8" w:rsidP="004B29B8">
      <w:pPr>
        <w:pStyle w:val="Paragraphedeliste"/>
        <w:jc w:val="both"/>
        <w:rPr>
          <w:rFonts w:ascii="Arial" w:hAnsi="Arial" w:cs="Arial"/>
          <w:b/>
        </w:rPr>
      </w:pPr>
    </w:p>
    <w:p w:rsidR="00380739" w:rsidRDefault="00B54C9E" w:rsidP="0038073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Les</w:t>
      </w:r>
      <w:r w:rsidR="004B29B8" w:rsidRPr="004B29B8">
        <w:rPr>
          <w:rFonts w:ascii="Arial" w:hAnsi="Arial" w:cs="Arial"/>
          <w:b/>
        </w:rPr>
        <w:t xml:space="preserve"> </w:t>
      </w:r>
      <w:r w:rsidR="00AA6232">
        <w:rPr>
          <w:rFonts w:ascii="Arial" w:hAnsi="Arial" w:cs="Arial"/>
          <w:b/>
        </w:rPr>
        <w:t>élèves</w:t>
      </w:r>
      <w:r>
        <w:rPr>
          <w:rFonts w:ascii="Arial" w:hAnsi="Arial" w:cs="Arial"/>
          <w:b/>
        </w:rPr>
        <w:t xml:space="preserve"> inscrivent </w:t>
      </w:r>
      <w:r w:rsidR="004B29B8" w:rsidRPr="004B29B8">
        <w:rPr>
          <w:rFonts w:ascii="Arial" w:hAnsi="Arial" w:cs="Arial"/>
          <w:b/>
        </w:rPr>
        <w:t>le nom d'un per</w:t>
      </w:r>
      <w:r>
        <w:rPr>
          <w:rFonts w:ascii="Arial" w:hAnsi="Arial" w:cs="Arial"/>
          <w:b/>
        </w:rPr>
        <w:t>sonnage ou d'une célébrité sur leur post-it puis il</w:t>
      </w:r>
      <w:r w:rsidR="00B2504C">
        <w:rPr>
          <w:rFonts w:ascii="Arial" w:hAnsi="Arial" w:cs="Arial"/>
          <w:b/>
        </w:rPr>
        <w:t>s</w:t>
      </w:r>
      <w:r w:rsidR="00AA6232">
        <w:rPr>
          <w:rFonts w:ascii="Arial" w:hAnsi="Arial" w:cs="Arial"/>
          <w:b/>
        </w:rPr>
        <w:t xml:space="preserve"> colle</w:t>
      </w:r>
      <w:r w:rsidR="00B2504C">
        <w:rPr>
          <w:rFonts w:ascii="Arial" w:hAnsi="Arial" w:cs="Arial"/>
          <w:b/>
        </w:rPr>
        <w:t>nt</w:t>
      </w:r>
      <w:r w:rsidR="00AA62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le personnage sur le front d'un ou d'une de leur camarade de</w:t>
      </w:r>
      <w:r w:rsidR="004B29B8" w:rsidRPr="004B29B8">
        <w:rPr>
          <w:rFonts w:ascii="Arial" w:hAnsi="Arial" w:cs="Arial"/>
          <w:b/>
        </w:rPr>
        <w:t xml:space="preserve"> manière à ce q</w:t>
      </w:r>
      <w:r>
        <w:rPr>
          <w:rFonts w:ascii="Arial" w:hAnsi="Arial" w:cs="Arial"/>
          <w:b/>
        </w:rPr>
        <w:t>ue tout le monde puisse lire le nom en question</w:t>
      </w:r>
      <w:r w:rsidR="00AA6232">
        <w:rPr>
          <w:rFonts w:ascii="Arial" w:hAnsi="Arial" w:cs="Arial"/>
          <w:b/>
        </w:rPr>
        <w:t>.</w:t>
      </w:r>
      <w:r w:rsidR="004B29B8" w:rsidRPr="004B29B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Les élèves ne peuvent pas regarder l'identité que l'élève a collée sur leur front. Tous les élèves doivent disposer du nom d'un personnage collé sur leur front</w:t>
      </w:r>
      <w:r w:rsidR="004059E0">
        <w:rPr>
          <w:rFonts w:ascii="Arial" w:hAnsi="Arial" w:cs="Arial"/>
          <w:b/>
        </w:rPr>
        <w:t xml:space="preserve"> pour pouvoir </w:t>
      </w:r>
      <w:r w:rsidR="00B2504C">
        <w:rPr>
          <w:rFonts w:ascii="Arial" w:hAnsi="Arial" w:cs="Arial"/>
          <w:b/>
        </w:rPr>
        <w:t>commencer</w:t>
      </w:r>
      <w:r w:rsidR="004059E0">
        <w:rPr>
          <w:rFonts w:ascii="Arial" w:hAnsi="Arial" w:cs="Arial"/>
          <w:b/>
        </w:rPr>
        <w:t xml:space="preserve"> la partie</w:t>
      </w:r>
      <w:r>
        <w:rPr>
          <w:rFonts w:ascii="Arial" w:hAnsi="Arial" w:cs="Arial"/>
          <w:b/>
        </w:rPr>
        <w:t xml:space="preserve">. </w:t>
      </w:r>
      <w:r w:rsidR="00380739">
        <w:rPr>
          <w:rFonts w:ascii="Arial" w:hAnsi="Arial" w:cs="Arial"/>
          <w:b/>
        </w:rPr>
        <w:t xml:space="preserve">                 </w:t>
      </w:r>
    </w:p>
    <w:p w:rsidR="00380739" w:rsidRPr="00380739" w:rsidRDefault="00380739" w:rsidP="00380739">
      <w:pPr>
        <w:pStyle w:val="Paragraphedeliste"/>
        <w:rPr>
          <w:rFonts w:ascii="Arial" w:hAnsi="Arial" w:cs="Arial"/>
          <w:b/>
        </w:rPr>
      </w:pPr>
    </w:p>
    <w:p w:rsidR="004B29B8" w:rsidRPr="00380739" w:rsidRDefault="004B29B8" w:rsidP="0038073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380739">
        <w:rPr>
          <w:rFonts w:ascii="Arial" w:hAnsi="Arial" w:cs="Arial"/>
          <w:b/>
        </w:rPr>
        <w:t xml:space="preserve">A tour de rôle, chaque </w:t>
      </w:r>
      <w:r w:rsidR="00AA6232" w:rsidRPr="00380739">
        <w:rPr>
          <w:rFonts w:ascii="Arial" w:hAnsi="Arial" w:cs="Arial"/>
          <w:b/>
        </w:rPr>
        <w:t>élève</w:t>
      </w:r>
      <w:r w:rsidRPr="00380739">
        <w:rPr>
          <w:rFonts w:ascii="Arial" w:hAnsi="Arial" w:cs="Arial"/>
          <w:b/>
        </w:rPr>
        <w:t xml:space="preserve"> pose une question au groupe pour recueillir des informations avec comme objectif de deviner quelle identité se cache sur son front. Le type de questions doit être dichotomique</w:t>
      </w:r>
      <w:r w:rsidR="00B2504C">
        <w:rPr>
          <w:rFonts w:ascii="Arial" w:hAnsi="Arial" w:cs="Arial"/>
          <w:b/>
        </w:rPr>
        <w:t>; a</w:t>
      </w:r>
      <w:r w:rsidRPr="00380739">
        <w:rPr>
          <w:rFonts w:ascii="Arial" w:hAnsi="Arial" w:cs="Arial"/>
          <w:b/>
        </w:rPr>
        <w:t xml:space="preserve">utrement dit, des questions fermées pour lesquelles le choix </w:t>
      </w:r>
      <w:r w:rsidR="00B54C9E" w:rsidRPr="00380739">
        <w:rPr>
          <w:rFonts w:ascii="Arial" w:hAnsi="Arial" w:cs="Arial"/>
          <w:b/>
        </w:rPr>
        <w:t xml:space="preserve">des personnes qui répondent à l'interrogation </w:t>
      </w:r>
      <w:r w:rsidR="006879CA">
        <w:rPr>
          <w:rFonts w:ascii="Arial" w:hAnsi="Arial" w:cs="Arial"/>
          <w:b/>
        </w:rPr>
        <w:t>se résume à deux possibilités : oui ou non</w:t>
      </w:r>
      <w:r w:rsidRPr="00380739">
        <w:rPr>
          <w:rFonts w:ascii="Arial" w:hAnsi="Arial" w:cs="Arial"/>
          <w:b/>
        </w:rPr>
        <w:t>.</w:t>
      </w:r>
    </w:p>
    <w:p w:rsidR="004B29B8" w:rsidRPr="004B29B8" w:rsidRDefault="004B29B8" w:rsidP="004B29B8">
      <w:pPr>
        <w:pStyle w:val="Paragraphedeliste"/>
        <w:jc w:val="both"/>
        <w:rPr>
          <w:rFonts w:ascii="Arial" w:hAnsi="Arial" w:cs="Arial"/>
          <w:b/>
        </w:rPr>
      </w:pPr>
    </w:p>
    <w:p w:rsidR="00837771" w:rsidRPr="00380739" w:rsidRDefault="004B29B8" w:rsidP="0038073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4B29B8">
        <w:rPr>
          <w:rFonts w:ascii="Arial" w:hAnsi="Arial" w:cs="Arial"/>
          <w:b/>
        </w:rPr>
        <w:t xml:space="preserve">Les questions et réponses basiques devront être </w:t>
      </w:r>
      <w:r w:rsidR="00AA6232">
        <w:rPr>
          <w:rFonts w:ascii="Arial" w:hAnsi="Arial" w:cs="Arial"/>
          <w:b/>
        </w:rPr>
        <w:t>pratiquées en albanais. Les élèves</w:t>
      </w:r>
      <w:r w:rsidRPr="004B29B8">
        <w:rPr>
          <w:rFonts w:ascii="Arial" w:hAnsi="Arial" w:cs="Arial"/>
          <w:b/>
        </w:rPr>
        <w:t xml:space="preserve"> peuvent s'aider de la feuille des expressio</w:t>
      </w:r>
      <w:r w:rsidR="00B54C9E">
        <w:rPr>
          <w:rFonts w:ascii="Arial" w:hAnsi="Arial" w:cs="Arial"/>
          <w:b/>
        </w:rPr>
        <w:t>ns albanaises (Voir PDF "expressions albanaises"</w:t>
      </w:r>
      <w:r w:rsidRPr="004B29B8">
        <w:rPr>
          <w:rFonts w:ascii="Arial" w:hAnsi="Arial" w:cs="Arial"/>
          <w:b/>
        </w:rPr>
        <w:t>)</w:t>
      </w:r>
      <w:r w:rsidR="00B2504C">
        <w:rPr>
          <w:rFonts w:ascii="Arial" w:hAnsi="Arial" w:cs="Arial"/>
          <w:b/>
        </w:rPr>
        <w:t>.</w:t>
      </w:r>
      <w:r w:rsidR="00706FF5">
        <w:rPr>
          <w:rFonts w:ascii="Arial" w:hAnsi="Arial" w:cs="Arial"/>
          <w:b/>
        </w:rPr>
        <w:t xml:space="preserve"> L'adulte qui anime le jeu s'assure de la compréhension et de la prononciation des mots en albanais par les élèves. </w:t>
      </w:r>
    </w:p>
    <w:sectPr w:rsidR="00837771" w:rsidRPr="00380739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1B7" w:rsidRDefault="00A441B7" w:rsidP="00687DE3">
      <w:pPr>
        <w:spacing w:after="0" w:line="240" w:lineRule="auto"/>
      </w:pPr>
      <w:r>
        <w:separator/>
      </w:r>
    </w:p>
  </w:endnote>
  <w:endnote w:type="continuationSeparator" w:id="0">
    <w:p w:rsidR="00A441B7" w:rsidRDefault="00A441B7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1B7" w:rsidRDefault="00A441B7" w:rsidP="00687DE3">
      <w:pPr>
        <w:spacing w:after="0" w:line="240" w:lineRule="auto"/>
      </w:pPr>
      <w:r>
        <w:separator/>
      </w:r>
    </w:p>
  </w:footnote>
  <w:footnote w:type="continuationSeparator" w:id="0">
    <w:p w:rsidR="00A441B7" w:rsidRDefault="00A441B7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80739"/>
    <w:rsid w:val="003F707B"/>
    <w:rsid w:val="004059E0"/>
    <w:rsid w:val="004163C9"/>
    <w:rsid w:val="004A3EDD"/>
    <w:rsid w:val="004B29B8"/>
    <w:rsid w:val="004B3F3D"/>
    <w:rsid w:val="004D571A"/>
    <w:rsid w:val="00507F03"/>
    <w:rsid w:val="006879CA"/>
    <w:rsid w:val="00687DE3"/>
    <w:rsid w:val="00706FF5"/>
    <w:rsid w:val="0074280B"/>
    <w:rsid w:val="007607D6"/>
    <w:rsid w:val="007D5C21"/>
    <w:rsid w:val="00837771"/>
    <w:rsid w:val="00A441B7"/>
    <w:rsid w:val="00AA6232"/>
    <w:rsid w:val="00B2504C"/>
    <w:rsid w:val="00B431DF"/>
    <w:rsid w:val="00B54C9E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C24120F0.dotm</Template>
  <TotalTime>0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2019-07-18T16:27:00Z</dcterms:created>
  <dcterms:modified xsi:type="dcterms:W3CDTF">2019-07-26T07:23:00Z</dcterms:modified>
</cp:coreProperties>
</file>